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F7BF3D1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6A77844F" w14:textId="4900212D" w:rsidR="002578E4" w:rsidRPr="00CC1537" w:rsidRDefault="002578E4" w:rsidP="00CC1537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  <w:shd w:val="clear" w:color="auto" w:fill="auto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  <w:shd w:val="clear" w:color="auto" w:fill="auto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  <w:shd w:val="clear" w:color="auto" w:fill="auto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1A4735" w14:textId="58878283" w:rsidR="002578E4" w:rsidRPr="00A2540E" w:rsidRDefault="00C103B1" w:rsidP="00CC153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103B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Wykonanie badań hydrotechnicznych gruntu na terenie gminy Brześć Kujawski oraz przebudowa sieci wodociągowej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</w:r>
            <w:r w:rsidRPr="00C103B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 Starym Brześciu Parcele</w:t>
            </w:r>
          </w:p>
        </w:tc>
      </w:tr>
      <w:tr w:rsidR="00B71F2C" w:rsidRPr="00A2540E" w14:paraId="1972E6B4" w14:textId="77777777" w:rsidTr="006A45A5">
        <w:tc>
          <w:tcPr>
            <w:tcW w:w="2269" w:type="dxa"/>
            <w:shd w:val="clear" w:color="auto" w:fill="auto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EC728BE" w14:textId="741761FB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CC153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="00ED122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8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04B129EF" w14:textId="77777777" w:rsidR="003841CE" w:rsidRPr="0012157F" w:rsidRDefault="003841CE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 xml:space="preserve">: </w:t>
      </w:r>
      <w:bookmarkStart w:id="0" w:name="_Hlk196469830"/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  <w:bookmarkEnd w:id="0"/>
    </w:p>
    <w:p w14:paraId="46FDB084" w14:textId="0665E0C8" w:rsidR="003841CE" w:rsidRDefault="003841CE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14:paraId="61A7AC56" w14:textId="77777777" w:rsidR="003841CE" w:rsidRDefault="003841CE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6F34D880" w14:textId="77777777" w:rsidR="003841CE" w:rsidRDefault="003841CE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141781DD" w14:textId="77777777" w:rsidR="003841CE" w:rsidRDefault="003841CE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2627904B" w14:textId="77777777" w:rsidR="003841CE" w:rsidRDefault="003841CE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2D405176" w14:textId="77777777" w:rsidR="003841CE" w:rsidRPr="003841CE" w:rsidRDefault="003841CE" w:rsidP="002578E4">
      <w:pPr>
        <w:spacing w:after="240" w:line="360" w:lineRule="auto"/>
        <w:jc w:val="both"/>
        <w:rPr>
          <w:rFonts w:ascii="Arial" w:hAnsi="Arial" w:cs="Arial"/>
          <w:vanish/>
          <w:sz w:val="24"/>
          <w:szCs w:val="24"/>
          <w:specVanish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5962A820" w:rsidR="0011306C" w:rsidRPr="00650D6C" w:rsidRDefault="003841CE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</w:t>
            </w:r>
            <w:r w:rsidR="0011306C"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3841CE" w:rsidRPr="003841CE" w14:paraId="352D1E15" w14:textId="77777777" w:rsidTr="00DB6AF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3B80B" w14:textId="77777777" w:rsidR="003841CE" w:rsidRPr="003841CE" w:rsidRDefault="003841CE" w:rsidP="003841CE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6A91" w14:textId="77777777" w:rsidR="003841CE" w:rsidRPr="003841CE" w:rsidRDefault="003841CE" w:rsidP="003841CE">
            <w:pPr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Warunki udziału w postępowaniu</w:t>
            </w:r>
          </w:p>
        </w:tc>
      </w:tr>
      <w:tr w:rsidR="003841CE" w:rsidRPr="003841CE" w14:paraId="3D8E74A0" w14:textId="77777777" w:rsidTr="00DB6AF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7EA91" w14:textId="77777777" w:rsidR="003841CE" w:rsidRPr="003841CE" w:rsidRDefault="003841CE" w:rsidP="003841CE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70A9" w14:textId="77777777" w:rsid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techniczna lub zawodowa</w:t>
            </w:r>
          </w:p>
          <w:p w14:paraId="0F27DF67" w14:textId="77777777" w:rsidR="00ED122B" w:rsidRPr="00ED122B" w:rsidRDefault="00ED122B" w:rsidP="00ED122B">
            <w:pPr>
              <w:spacing w:before="60" w:after="6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12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udzielenie zamówienia publicznego mogą ubiegać się wykonawcy, którzy spełniają warunki, dotyczące  zdolności technicznej lub zawodowej. </w:t>
            </w:r>
          </w:p>
          <w:p w14:paraId="07B22CF1" w14:textId="77777777" w:rsidR="00ED122B" w:rsidRPr="00ED122B" w:rsidRDefault="00ED122B" w:rsidP="00ED122B">
            <w:pPr>
              <w:spacing w:before="60" w:after="6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12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Zamawiający uzna warunek za spełniony gdy Wykonawca wykaże, że: </w:t>
            </w:r>
          </w:p>
          <w:p w14:paraId="5972C7B5" w14:textId="77777777" w:rsidR="00ED122B" w:rsidRPr="00ED122B" w:rsidRDefault="00ED122B" w:rsidP="00ED122B">
            <w:pPr>
              <w:spacing w:before="60" w:after="6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12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a) w okresie ostatnich 3 lat przed upływem terminu składania ofert, </w:t>
            </w:r>
            <w:r w:rsidRPr="00ED12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a jeżeli okres prowadzenia działalności jest krótszy - w tym okresie, wykonał co najmniej dwie dokumentacje geologiczno-inżynierskie, które obejmowały badania i pomiary terenu pod inwestycje oraz ocenę warunków gruntowo-wodnych;</w:t>
            </w:r>
          </w:p>
          <w:p w14:paraId="23644066" w14:textId="77777777" w:rsidR="00ED122B" w:rsidRPr="00ED122B" w:rsidRDefault="00ED122B" w:rsidP="00ED122B">
            <w:pPr>
              <w:spacing w:before="60" w:after="6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12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b) dysponuje co najmniej jedną osobą (główny projektant - koordynator), przeznaczoną na funkcję odpowiedzialną za całość wykonania  dokumentacji projektowej, posiadającą uprawnienia </w:t>
            </w:r>
            <w:r w:rsidRPr="00ED12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do projektowania w specjalności  instalacyjnej w  zakresie sieci, instalacji i urządzeń cieplnych, wentylacyjnych, gazowych, wodociągowych i kanalizacyjnych sanitarnych.</w:t>
            </w:r>
          </w:p>
          <w:p w14:paraId="63332E92" w14:textId="34A81BB7" w:rsidR="003841CE" w:rsidRPr="00ED122B" w:rsidRDefault="00ED122B" w:rsidP="00ED122B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D12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spełniania warunków udziału w postępowaniu będzie dokonana na zasadzie spełnia/nie spełnia.</w:t>
            </w:r>
          </w:p>
        </w:tc>
      </w:tr>
      <w:tr w:rsidR="003841CE" w:rsidRPr="003841CE" w14:paraId="730C825E" w14:textId="77777777" w:rsidTr="00DB6AF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CF2F2" w14:textId="77777777" w:rsidR="003841CE" w:rsidRPr="003841CE" w:rsidRDefault="003841CE" w:rsidP="003841CE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E223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do występowania w obrocie gospodarczym</w:t>
            </w:r>
          </w:p>
          <w:p w14:paraId="21130DFE" w14:textId="77777777" w:rsidR="003841CE" w:rsidRPr="003841CE" w:rsidRDefault="003841CE" w:rsidP="003841CE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udzielenie zamówienia publicznego mogą ubiegać się wykonawcy, którzy spełniają warunki, dotyczące posiadania zdolności </w:t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do występowania w obrocie gospodarczym. Ocena spełniania warunków udziału w postępowaniu będzie dokonana na zasadzie spełnia/nie spełnia.</w:t>
            </w:r>
          </w:p>
        </w:tc>
      </w:tr>
    </w:tbl>
    <w:p w14:paraId="60961ADD" w14:textId="77777777" w:rsidR="00CC1537" w:rsidRDefault="00CC153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140F83E6" w14:textId="77777777" w:rsidR="003841CE" w:rsidRDefault="003841CE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37CD725F" w14:textId="77777777" w:rsidR="003841CE" w:rsidRPr="0012157F" w:rsidRDefault="003841CE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3497E80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_____________________________________________________________________________</w:t>
      </w:r>
    </w:p>
    <w:p w14:paraId="42AD7C88" w14:textId="78599B93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47CA586B" w14:textId="686F4B18" w:rsidR="00566BD9" w:rsidRDefault="00E21BB4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142DD884" w14:textId="77777777" w:rsidR="007E35CD" w:rsidRPr="00D25F47" w:rsidRDefault="007E35CD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25BBEEF9" w14:textId="5FA97CE7" w:rsidR="0012157F" w:rsidRPr="003841CE" w:rsidRDefault="00E426EB" w:rsidP="003841CE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1BE96" w14:textId="77777777" w:rsidR="00892B5B" w:rsidRDefault="00892B5B" w:rsidP="0038231F">
      <w:pPr>
        <w:spacing w:after="0" w:line="240" w:lineRule="auto"/>
      </w:pPr>
      <w:r>
        <w:separator/>
      </w:r>
    </w:p>
  </w:endnote>
  <w:endnote w:type="continuationSeparator" w:id="0">
    <w:p w14:paraId="42EA0BBB" w14:textId="77777777" w:rsidR="00892B5B" w:rsidRDefault="00892B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78A61" w14:textId="77777777" w:rsidR="00892B5B" w:rsidRDefault="00892B5B" w:rsidP="0038231F">
      <w:pPr>
        <w:spacing w:after="0" w:line="240" w:lineRule="auto"/>
      </w:pPr>
      <w:r>
        <w:separator/>
      </w:r>
    </w:p>
  </w:footnote>
  <w:footnote w:type="continuationSeparator" w:id="0">
    <w:p w14:paraId="1C9EE4F9" w14:textId="77777777" w:rsidR="00892B5B" w:rsidRDefault="00892B5B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0E5D17"/>
    <w:rsid w:val="00110593"/>
    <w:rsid w:val="0011306C"/>
    <w:rsid w:val="0012157F"/>
    <w:rsid w:val="001406C4"/>
    <w:rsid w:val="00143390"/>
    <w:rsid w:val="00160A7A"/>
    <w:rsid w:val="0018769E"/>
    <w:rsid w:val="001902D2"/>
    <w:rsid w:val="001A4643"/>
    <w:rsid w:val="001C6945"/>
    <w:rsid w:val="001D4BAF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17EC"/>
    <w:rsid w:val="00333209"/>
    <w:rsid w:val="00337073"/>
    <w:rsid w:val="00343DBD"/>
    <w:rsid w:val="00350CD9"/>
    <w:rsid w:val="00351F8A"/>
    <w:rsid w:val="00364235"/>
    <w:rsid w:val="00371CB8"/>
    <w:rsid w:val="0038231F"/>
    <w:rsid w:val="003841CE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2211"/>
    <w:rsid w:val="004F23F7"/>
    <w:rsid w:val="004F40EF"/>
    <w:rsid w:val="004F625F"/>
    <w:rsid w:val="005103B9"/>
    <w:rsid w:val="00512A1E"/>
    <w:rsid w:val="00520174"/>
    <w:rsid w:val="00524951"/>
    <w:rsid w:val="00531DF5"/>
    <w:rsid w:val="005434B3"/>
    <w:rsid w:val="00544FDC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7217D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36CA8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E35CD"/>
    <w:rsid w:val="00804F07"/>
    <w:rsid w:val="00825A09"/>
    <w:rsid w:val="00830AB1"/>
    <w:rsid w:val="00833FCD"/>
    <w:rsid w:val="00842991"/>
    <w:rsid w:val="00847232"/>
    <w:rsid w:val="008757E1"/>
    <w:rsid w:val="00884EF2"/>
    <w:rsid w:val="00892B5B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4D0B"/>
    <w:rsid w:val="00975019"/>
    <w:rsid w:val="00975C49"/>
    <w:rsid w:val="00992BD8"/>
    <w:rsid w:val="00997D0F"/>
    <w:rsid w:val="009A573E"/>
    <w:rsid w:val="009C7756"/>
    <w:rsid w:val="00A15F7E"/>
    <w:rsid w:val="00A166B0"/>
    <w:rsid w:val="00A22DCF"/>
    <w:rsid w:val="00A24C2D"/>
    <w:rsid w:val="00A25FC1"/>
    <w:rsid w:val="00A261A3"/>
    <w:rsid w:val="00A276E4"/>
    <w:rsid w:val="00A3062E"/>
    <w:rsid w:val="00A342A0"/>
    <w:rsid w:val="00A347DE"/>
    <w:rsid w:val="00A44833"/>
    <w:rsid w:val="00A847A6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71F2C"/>
    <w:rsid w:val="00B8005E"/>
    <w:rsid w:val="00B90E42"/>
    <w:rsid w:val="00BB0C3C"/>
    <w:rsid w:val="00BE6F04"/>
    <w:rsid w:val="00BF04D1"/>
    <w:rsid w:val="00C014B5"/>
    <w:rsid w:val="00C103B1"/>
    <w:rsid w:val="00C113BF"/>
    <w:rsid w:val="00C4103F"/>
    <w:rsid w:val="00C57DEB"/>
    <w:rsid w:val="00C62F57"/>
    <w:rsid w:val="00C6707D"/>
    <w:rsid w:val="00C737A7"/>
    <w:rsid w:val="00C81012"/>
    <w:rsid w:val="00C909B9"/>
    <w:rsid w:val="00CC1537"/>
    <w:rsid w:val="00CD0851"/>
    <w:rsid w:val="00CD4DD1"/>
    <w:rsid w:val="00CD66A3"/>
    <w:rsid w:val="00D23F3D"/>
    <w:rsid w:val="00D25F47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DF2C44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025A"/>
    <w:rsid w:val="00EB7CDE"/>
    <w:rsid w:val="00ED122B"/>
    <w:rsid w:val="00ED38D2"/>
    <w:rsid w:val="00EE1FBF"/>
    <w:rsid w:val="00EE40F5"/>
    <w:rsid w:val="00EE72A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73B7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17</TotalTime>
  <Pages>4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14</cp:revision>
  <cp:lastPrinted>2016-07-26T10:32:00Z</cp:lastPrinted>
  <dcterms:created xsi:type="dcterms:W3CDTF">2025-01-16T10:19:00Z</dcterms:created>
  <dcterms:modified xsi:type="dcterms:W3CDTF">2025-06-25T12:34:00Z</dcterms:modified>
</cp:coreProperties>
</file>